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F533BBE-F7BB-4B99-8DA2-DF9C9642315A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